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0068EFFA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  <w:r w:rsidR="0060707B" w:rsidRPr="00AA67E4">
        <w:rPr>
          <w:rFonts w:asciiTheme="majorHAnsi" w:hAnsiTheme="majorHAnsi" w:cstheme="majorHAnsi"/>
          <w:lang w:val="sl-SI"/>
        </w:rPr>
        <w:t>…….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3E9383CF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</w:t>
      </w:r>
      <w:r w:rsidR="00FE4581">
        <w:rPr>
          <w:rFonts w:asciiTheme="majorHAnsi" w:hAnsiTheme="majorHAnsi" w:cstheme="majorHAnsi"/>
          <w:b/>
          <w:lang w:val="sl-SI"/>
        </w:rPr>
        <w:t>promocije in informiranja</w:t>
      </w:r>
      <w:bookmarkStart w:id="0" w:name="_Hlk190086902"/>
      <w:r w:rsidR="00054900">
        <w:rPr>
          <w:rFonts w:asciiTheme="majorHAnsi" w:hAnsiTheme="majorHAnsi" w:cstheme="majorHAnsi"/>
          <w:b/>
          <w:lang w:val="sl-SI"/>
        </w:rPr>
        <w:t>:</w:t>
      </w:r>
      <w:r w:rsidR="00360BA2">
        <w:rPr>
          <w:rFonts w:asciiTheme="majorHAnsi" w:hAnsiTheme="majorHAnsi" w:cstheme="majorHAnsi"/>
          <w:b/>
          <w:lang w:val="sl-SI"/>
        </w:rPr>
        <w:t xml:space="preserve"> »Socialno podjetništvo in s tem povezane priložnosti</w:t>
      </w:r>
      <w:r w:rsidR="00AE38A7">
        <w:rPr>
          <w:rFonts w:asciiTheme="majorHAnsi" w:hAnsiTheme="majorHAnsi" w:cstheme="majorHAnsi"/>
          <w:b/>
          <w:lang w:val="sl-SI"/>
        </w:rPr>
        <w:t>«</w:t>
      </w:r>
      <w:r w:rsidR="00054900">
        <w:rPr>
          <w:rFonts w:asciiTheme="majorHAnsi" w:hAnsiTheme="majorHAnsi" w:cstheme="majorHAnsi"/>
          <w:b/>
          <w:lang w:val="sl-SI"/>
        </w:rPr>
        <w:t>.</w:t>
      </w:r>
    </w:p>
    <w:bookmarkEnd w:id="0"/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13ADD543" w:rsidR="00841897" w:rsidRPr="00AA67E4" w:rsidRDefault="00F4078C" w:rsidP="00841897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0EDB1441" w:rsidR="00321116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  <w:r w:rsidR="00841897" w:rsidRPr="00AA67E4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05A4BBD6" w:rsidR="00321116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1BC6B964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  <w:r w:rsidR="00793B9E" w:rsidRPr="00AA67E4">
        <w:rPr>
          <w:rFonts w:asciiTheme="majorHAnsi" w:hAnsiTheme="majorHAnsi" w:cstheme="majorHAnsi"/>
          <w:b/>
          <w:lang w:val="sl-SI"/>
        </w:rPr>
        <w:t xml:space="preserve"> 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2256"/>
      </w:tblGrid>
      <w:tr w:rsidR="0039770A" w:rsidRPr="00AA67E4" w14:paraId="0DEE9D88" w14:textId="77777777" w:rsidTr="00054900">
        <w:trPr>
          <w:trHeight w:val="525"/>
          <w:jc w:val="center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14:paraId="3DBF955A" w14:textId="04E1B03D" w:rsidR="00AA67E4" w:rsidRDefault="00215476" w:rsidP="00054900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FE4581">
              <w:rPr>
                <w:rFonts w:asciiTheme="majorHAnsi" w:hAnsiTheme="majorHAnsi" w:cstheme="majorHAnsi"/>
                <w:lang w:val="sl-SI"/>
              </w:rPr>
              <w:t>promocije in informiranja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334C14AC" w14:textId="454A9C2A" w:rsidR="00D04363" w:rsidRPr="009D0FE5" w:rsidRDefault="00620C3D" w:rsidP="00054900">
            <w:pPr>
              <w:spacing w:line="276" w:lineRule="auto"/>
              <w:rPr>
                <w:rFonts w:asciiTheme="majorHAnsi" w:hAnsiTheme="majorHAnsi" w:cstheme="majorHAnsi"/>
                <w:b/>
                <w:lang w:val="sl-SI"/>
              </w:rPr>
            </w:pPr>
            <w:r>
              <w:rPr>
                <w:rFonts w:asciiTheme="majorHAnsi" w:hAnsiTheme="majorHAnsi" w:cstheme="majorHAnsi"/>
                <w:b/>
                <w:lang w:val="sl-SI"/>
              </w:rPr>
              <w:t>»</w:t>
            </w:r>
            <w:r w:rsidRPr="00620C3D">
              <w:rPr>
                <w:rFonts w:asciiTheme="majorHAnsi" w:hAnsiTheme="majorHAnsi" w:cstheme="majorHAnsi"/>
                <w:b/>
                <w:lang w:val="sl-SI"/>
              </w:rPr>
              <w:t>Socialno podjetništvo in s tem povezane</w:t>
            </w:r>
            <w:r w:rsidR="00054900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620C3D">
              <w:rPr>
                <w:rFonts w:asciiTheme="majorHAnsi" w:hAnsiTheme="majorHAnsi" w:cstheme="majorHAnsi"/>
                <w:b/>
                <w:lang w:val="sl-SI"/>
              </w:rPr>
              <w:t>priložnosti</w:t>
            </w:r>
            <w:r w:rsidR="00AE38A7">
              <w:rPr>
                <w:rFonts w:asciiTheme="majorHAnsi" w:hAnsiTheme="majorHAnsi" w:cstheme="majorHAnsi"/>
                <w:b/>
                <w:lang w:val="sl-SI"/>
              </w:rPr>
              <w:t>«</w:t>
            </w:r>
          </w:p>
        </w:tc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054900">
        <w:trPr>
          <w:trHeight w:val="525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256" w:type="dxa"/>
            <w:vAlign w:val="center"/>
          </w:tcPr>
          <w:p w14:paraId="527AD52D" w14:textId="3B4C6418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054900">
        <w:trPr>
          <w:trHeight w:val="525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256" w:type="dxa"/>
            <w:vAlign w:val="center"/>
          </w:tcPr>
          <w:p w14:paraId="3F14D0B1" w14:textId="7D4632B1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1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1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0913A019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1EBF0C76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49A68EBF" w14:textId="77777777" w:rsidR="00FE4581" w:rsidRDefault="00FE4581" w:rsidP="00FE4581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6010BAB6" w14:textId="77777777" w:rsidR="00FE4581" w:rsidRDefault="00FE4581" w:rsidP="00FE4581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15BF1EE3" w:rsidR="009D0FE5" w:rsidRPr="00841897" w:rsidRDefault="00B30164" w:rsidP="00FE4581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sectPr w:rsidR="009D0FE5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2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00"/>
    <w:rsid w:val="000549F9"/>
    <w:rsid w:val="000648B7"/>
    <w:rsid w:val="000919AF"/>
    <w:rsid w:val="00095F55"/>
    <w:rsid w:val="000B2F05"/>
    <w:rsid w:val="000B55F7"/>
    <w:rsid w:val="000C6525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60BA2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54125"/>
    <w:rsid w:val="00556426"/>
    <w:rsid w:val="00577DC6"/>
    <w:rsid w:val="005A3023"/>
    <w:rsid w:val="005A31C4"/>
    <w:rsid w:val="005B1704"/>
    <w:rsid w:val="005E21F2"/>
    <w:rsid w:val="005F0D1A"/>
    <w:rsid w:val="00603A0A"/>
    <w:rsid w:val="0060707B"/>
    <w:rsid w:val="00620C3D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F3A62"/>
    <w:rsid w:val="00737030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38A7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  <w:rsid w:val="00FE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3</cp:revision>
  <cp:lastPrinted>2019-06-28T12:49:00Z</cp:lastPrinted>
  <dcterms:created xsi:type="dcterms:W3CDTF">2025-10-02T09:12:00Z</dcterms:created>
  <dcterms:modified xsi:type="dcterms:W3CDTF">2025-10-02T09:13:00Z</dcterms:modified>
</cp:coreProperties>
</file>